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D95285-5752-42FA-A495-EC8EACA38FF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